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8C00F2D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21B6A3C9" w:rsidR="009348E2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76B60E23" w14:textId="77777777" w:rsidR="005556CC" w:rsidRPr="00A5796D" w:rsidRDefault="005556CC" w:rsidP="00A5796D">
      <w:pPr>
        <w:spacing w:after="120" w:line="276" w:lineRule="auto"/>
        <w:ind w:left="567"/>
        <w:rPr>
          <w:rFonts w:cstheme="minorHAnsi"/>
          <w:i/>
        </w:rPr>
      </w:pPr>
    </w:p>
    <w:p w14:paraId="187780F1" w14:textId="0868CD65" w:rsidR="009348E2" w:rsidRPr="005556CC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79C3E29" w14:textId="77777777" w:rsidR="005556CC" w:rsidRPr="00A07A54" w:rsidRDefault="005556CC" w:rsidP="005556CC">
      <w:pPr>
        <w:spacing w:after="120" w:line="276" w:lineRule="auto"/>
        <w:ind w:left="567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lastRenderedPageBreak/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2ED23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54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54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5F350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54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54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EBAA65B" w14:textId="695B887A" w:rsidR="00AE54BD" w:rsidRPr="00AE54BD" w:rsidRDefault="00AE54BD" w:rsidP="00AE54BD">
          <w:pPr>
            <w:pStyle w:val="Zpat"/>
          </w:pPr>
          <w:r>
            <w:t xml:space="preserve">  </w:t>
          </w:r>
          <w:r w:rsidRPr="00AE54BD">
            <w:t>Oblastní ředitelství Praha</w:t>
          </w:r>
        </w:p>
        <w:p w14:paraId="598CFD66" w14:textId="2F2D1FD7" w:rsidR="00AE54BD" w:rsidRPr="00AE54BD" w:rsidRDefault="00AE54BD" w:rsidP="00AE54BD">
          <w:pPr>
            <w:pStyle w:val="Zpat"/>
          </w:pPr>
          <w:r>
            <w:t xml:space="preserve">  </w:t>
          </w:r>
          <w:r w:rsidRPr="00AE54BD">
            <w:t>Partyzánská 24</w:t>
          </w:r>
        </w:p>
        <w:p w14:paraId="1D361DC0" w14:textId="53DA9AD2" w:rsidR="00F1715C" w:rsidRDefault="00AE54BD" w:rsidP="00AE54BD">
          <w:pPr>
            <w:pStyle w:val="Zpat"/>
          </w:pPr>
          <w:r>
            <w:t xml:space="preserve">  </w:t>
          </w:r>
          <w:r w:rsidRPr="00AE54BD">
            <w:t>170 00 Praha 7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56CC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AE54BD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4278C60-40E8-4BC0-80AB-E68F2319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Kaplanová Ivana</cp:lastModifiedBy>
  <cp:revision>3</cp:revision>
  <cp:lastPrinted>2020-07-15T06:29:00Z</cp:lastPrinted>
  <dcterms:created xsi:type="dcterms:W3CDTF">2022-09-22T07:10:00Z</dcterms:created>
  <dcterms:modified xsi:type="dcterms:W3CDTF">2022-09-23T08:01:00Z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